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B275C3" w:rsidRDefault="007B2FFF" w:rsidP="00B275C3">
      <w:pPr>
        <w:pStyle w:val="Meziradek"/>
        <w:spacing w:before="360" w:after="360" w:line="276" w:lineRule="auto"/>
        <w:jc w:val="center"/>
        <w:outlineLvl w:val="0"/>
        <w:rPr>
          <w:rFonts w:ascii="Palatino Linotype" w:hAnsi="Palatino Linotype"/>
          <w:sz w:val="28"/>
          <w:u w:val="none"/>
        </w:rPr>
      </w:pPr>
      <w:r w:rsidRPr="00CD0668">
        <w:rPr>
          <w:rFonts w:ascii="Palatino Linotype" w:hAnsi="Palatino Linotype"/>
          <w:sz w:val="28"/>
          <w:u w:val="none"/>
        </w:rPr>
        <w:t>Hlavní město Praha</w:t>
      </w:r>
    </w:p>
    <w:p w:rsidR="007B2FFF" w:rsidRPr="00B275C3" w:rsidRDefault="007B2FFF" w:rsidP="00B275C3">
      <w:pPr>
        <w:pStyle w:val="Meziradek"/>
        <w:spacing w:before="360" w:after="360" w:line="276" w:lineRule="auto"/>
        <w:jc w:val="center"/>
        <w:outlineLvl w:val="0"/>
        <w:rPr>
          <w:rFonts w:ascii="Palatino Linotype" w:hAnsi="Palatino Linotype"/>
          <w:sz w:val="28"/>
          <w:u w:val="none"/>
        </w:rPr>
      </w:pPr>
      <w:r w:rsidRPr="00B275C3">
        <w:rPr>
          <w:rFonts w:ascii="Palatino Linotype" w:hAnsi="Palatino Linotype"/>
          <w:sz w:val="28"/>
          <w:u w:val="none"/>
        </w:rPr>
        <w:t>RADA HLAVNÍHO MĚSTA PRAHY</w:t>
      </w:r>
    </w:p>
    <w:p w:rsidR="007B2FFF" w:rsidRPr="00B275C3" w:rsidRDefault="007B2FFF" w:rsidP="00B275C3">
      <w:pPr>
        <w:pStyle w:val="Meziradek"/>
        <w:spacing w:before="360" w:after="360" w:line="276" w:lineRule="auto"/>
        <w:jc w:val="center"/>
        <w:outlineLvl w:val="0"/>
        <w:rPr>
          <w:rFonts w:ascii="Palatino Linotype" w:hAnsi="Palatino Linotype"/>
          <w:sz w:val="28"/>
          <w:u w:val="none"/>
        </w:rPr>
      </w:pPr>
      <w:r w:rsidRPr="00B275C3">
        <w:rPr>
          <w:rFonts w:ascii="Palatino Linotype" w:hAnsi="Palatino Linotype"/>
          <w:sz w:val="28"/>
          <w:u w:val="none"/>
        </w:rPr>
        <w:t>USNESENÍ</w:t>
      </w:r>
      <w:bookmarkStart w:id="0" w:name="_GoBack"/>
      <w:bookmarkEnd w:id="0"/>
    </w:p>
    <w:p w:rsidR="007B2FFF" w:rsidRPr="00CD0668" w:rsidRDefault="007B2FFF" w:rsidP="00B275C3">
      <w:pPr>
        <w:pStyle w:val="UsnKoho"/>
        <w:spacing w:before="240" w:after="240" w:line="276" w:lineRule="auto"/>
        <w:outlineLvl w:val="0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Rady hlavního města Prahy</w:t>
      </w:r>
    </w:p>
    <w:p w:rsidR="007B2FFF" w:rsidRPr="00CD0668" w:rsidRDefault="007B2FFF" w:rsidP="00B275C3">
      <w:pPr>
        <w:pStyle w:val="UsnKoho"/>
        <w:spacing w:before="120" w:after="12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číslo </w:t>
      </w:r>
    </w:p>
    <w:p w:rsidR="007B2FFF" w:rsidRPr="00CD0668" w:rsidRDefault="007B2FFF" w:rsidP="00B275C3">
      <w:pPr>
        <w:pStyle w:val="UsnKoho"/>
        <w:spacing w:before="120" w:after="12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ze dne  </w:t>
      </w:r>
    </w:p>
    <w:p w:rsidR="007B2FFF" w:rsidRPr="00CD0668" w:rsidRDefault="00210132" w:rsidP="00B275C3">
      <w:pPr>
        <w:pStyle w:val="Subjekt"/>
        <w:spacing w:after="12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k</w:t>
      </w:r>
      <w:r w:rsidR="001469E4" w:rsidRPr="00CD0668">
        <w:rPr>
          <w:rFonts w:ascii="Palatino Linotype" w:hAnsi="Palatino Linotype"/>
        </w:rPr>
        <w:t> návrhu na rozhodnutí o vyloučení účastníka zadávacího řízení k veřejné zakázce „</w:t>
      </w:r>
      <w:r w:rsidR="001469E4" w:rsidRPr="00CD0668">
        <w:rPr>
          <w:rFonts w:ascii="Palatino Linotype" w:hAnsi="Palatino Linotype"/>
          <w:highlight w:val="yellow"/>
        </w:rPr>
        <w:t>Název veřejné zakázky</w:t>
      </w:r>
      <w:r w:rsidRPr="00CD0668">
        <w:rPr>
          <w:rFonts w:ascii="Palatino Linotype" w:hAnsi="Palatino Linotype"/>
        </w:rPr>
        <w:t>“</w:t>
      </w:r>
    </w:p>
    <w:p w:rsidR="007B2FFF" w:rsidRPr="00CD0668" w:rsidRDefault="007B2FFF" w:rsidP="00B275C3">
      <w:pPr>
        <w:pStyle w:val="Usntun"/>
        <w:spacing w:before="240" w:after="240" w:line="276" w:lineRule="auto"/>
        <w:outlineLvl w:val="0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Rada hlavního města Prahy</w:t>
      </w:r>
      <w:bookmarkStart w:id="1" w:name="VH"/>
      <w:r w:rsidRPr="00CD0668">
        <w:rPr>
          <w:rFonts w:ascii="Palatino Linotype" w:hAnsi="Palatino Linotype"/>
        </w:rPr>
        <w:t xml:space="preserve"> </w:t>
      </w:r>
      <w:bookmarkEnd w:id="1"/>
      <w:r w:rsidRPr="00CD0668">
        <w:rPr>
          <w:rFonts w:ascii="Palatino Linotype" w:hAnsi="Palatino Linotype"/>
        </w:rPr>
        <w:t xml:space="preserve"> </w:t>
      </w:r>
    </w:p>
    <w:p w:rsidR="00210132" w:rsidRPr="00CD0668" w:rsidRDefault="00210132" w:rsidP="00B275C3">
      <w:pPr>
        <w:pStyle w:val="NazevOdstavce"/>
        <w:spacing w:after="24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I. </w:t>
      </w:r>
      <w:r w:rsidRPr="00CD0668">
        <w:rPr>
          <w:rFonts w:ascii="Palatino Linotype" w:hAnsi="Palatino Linotype"/>
        </w:rPr>
        <w:tab/>
        <w:t xml:space="preserve">bere </w:t>
      </w:r>
      <w:r w:rsidR="001469E4" w:rsidRPr="00CD0668">
        <w:rPr>
          <w:rFonts w:ascii="Palatino Linotype" w:hAnsi="Palatino Linotype"/>
        </w:rPr>
        <w:t xml:space="preserve">na </w:t>
      </w:r>
      <w:r w:rsidRPr="00CD0668">
        <w:rPr>
          <w:rFonts w:ascii="Palatino Linotype" w:hAnsi="Palatino Linotype"/>
        </w:rPr>
        <w:t>vědomí</w:t>
      </w:r>
    </w:p>
    <w:p w:rsidR="00210132" w:rsidRPr="00CD0668" w:rsidRDefault="002A2B72" w:rsidP="00B275C3">
      <w:pPr>
        <w:pStyle w:val="Odstavec1bNoEnterA"/>
        <w:spacing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informaci o veřejné zakázce </w:t>
      </w:r>
      <w:r w:rsidR="00210132" w:rsidRPr="00CD0668">
        <w:rPr>
          <w:rFonts w:ascii="Palatino Linotype" w:hAnsi="Palatino Linotype"/>
        </w:rPr>
        <w:t>„</w:t>
      </w:r>
      <w:r w:rsidRPr="00CD0668">
        <w:rPr>
          <w:rFonts w:ascii="Palatino Linotype" w:hAnsi="Palatino Linotype"/>
          <w:highlight w:val="yellow"/>
        </w:rPr>
        <w:t>Název veřejné zakázky</w:t>
      </w:r>
      <w:r w:rsidRPr="00CD0668">
        <w:rPr>
          <w:rFonts w:ascii="Palatino Linotype" w:hAnsi="Palatino Linotype"/>
        </w:rPr>
        <w:t>“</w:t>
      </w:r>
      <w:r w:rsidR="00210132" w:rsidRPr="00CD0668">
        <w:rPr>
          <w:rFonts w:ascii="Palatino Linotype" w:hAnsi="Palatino Linotype"/>
        </w:rPr>
        <w:t xml:space="preserve"> (dále jen "veřejná zakázka"),</w:t>
      </w:r>
      <w:r w:rsidRPr="00CD0668">
        <w:rPr>
          <w:rFonts w:ascii="Palatino Linotype" w:hAnsi="Palatino Linotype"/>
        </w:rPr>
        <w:t xml:space="preserve"> zadávané v</w:t>
      </w:r>
      <w:r w:rsidR="00D56D53">
        <w:rPr>
          <w:rFonts w:ascii="Palatino Linotype" w:hAnsi="Palatino Linotype"/>
        </w:rPr>
        <w:t xml:space="preserve"> jednacím řízení s uveřejněním </w:t>
      </w:r>
      <w:r w:rsidRPr="00CD0668">
        <w:rPr>
          <w:rFonts w:ascii="Palatino Linotype" w:hAnsi="Palatino Linotype"/>
        </w:rPr>
        <w:t xml:space="preserve">dle ustanovení § </w:t>
      </w:r>
      <w:r w:rsidR="00D56D53">
        <w:rPr>
          <w:rFonts w:ascii="Palatino Linotype" w:hAnsi="Palatino Linotype"/>
        </w:rPr>
        <w:t>60</w:t>
      </w:r>
      <w:r w:rsidRPr="00CD0668">
        <w:rPr>
          <w:rFonts w:ascii="Palatino Linotype" w:hAnsi="Palatino Linotype"/>
        </w:rPr>
        <w:t xml:space="preserve"> zákona č. 134/2016 Sb., o</w:t>
      </w:r>
      <w:r w:rsidR="008223D9">
        <w:rPr>
          <w:rFonts w:ascii="Palatino Linotype" w:hAnsi="Palatino Linotype"/>
        </w:rPr>
        <w:t> </w:t>
      </w:r>
      <w:r w:rsidRPr="00CD0668">
        <w:rPr>
          <w:rFonts w:ascii="Palatino Linotype" w:hAnsi="Palatino Linotype"/>
        </w:rPr>
        <w:t>zadávání veřejných zakázek, ve znění pozdějších předpisů (dále jen „ZZVZ“), uvedenou v důvodové zprávě a jejích přílohách</w:t>
      </w:r>
    </w:p>
    <w:p w:rsidR="002A2B72" w:rsidRPr="00CD0668" w:rsidRDefault="002A2B72" w:rsidP="00B275C3">
      <w:pPr>
        <w:pStyle w:val="NazevOdstavce"/>
        <w:spacing w:after="24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II. </w:t>
      </w:r>
      <w:r w:rsidRPr="00CD0668">
        <w:rPr>
          <w:rFonts w:ascii="Palatino Linotype" w:hAnsi="Palatino Linotype"/>
        </w:rPr>
        <w:tab/>
        <w:t>rozhoduje</w:t>
      </w:r>
    </w:p>
    <w:p w:rsidR="002A2B72" w:rsidRPr="00CD0668" w:rsidRDefault="002A2B72" w:rsidP="00B275C3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na základě ustanovení § (</w:t>
      </w:r>
      <w:r w:rsidRPr="00CD0668">
        <w:rPr>
          <w:rFonts w:ascii="Palatino Linotype" w:hAnsi="Palatino Linotype"/>
          <w:i/>
          <w:highlight w:val="yellow"/>
        </w:rPr>
        <w:t>k doplnění</w:t>
      </w:r>
      <w:r w:rsidRPr="00CD0668">
        <w:rPr>
          <w:rFonts w:ascii="Palatino Linotype" w:hAnsi="Palatino Linotype"/>
        </w:rPr>
        <w:t>) ZZVZ o vyloučení účastníka (</w:t>
      </w:r>
      <w:r w:rsidRPr="00CD0668">
        <w:rPr>
          <w:rFonts w:ascii="Palatino Linotype" w:hAnsi="Palatino Linotype"/>
          <w:i/>
          <w:highlight w:val="yellow"/>
        </w:rPr>
        <w:t>název</w:t>
      </w:r>
      <w:r w:rsidRPr="00CD0668">
        <w:rPr>
          <w:rFonts w:ascii="Palatino Linotype" w:hAnsi="Palatino Linotype"/>
        </w:rPr>
        <w:t>), sídlo (</w:t>
      </w:r>
      <w:r w:rsidRPr="00CD0668">
        <w:rPr>
          <w:rFonts w:ascii="Palatino Linotype" w:hAnsi="Palatino Linotype"/>
          <w:i/>
          <w:highlight w:val="yellow"/>
        </w:rPr>
        <w:t>k</w:t>
      </w:r>
      <w:r w:rsidR="008223D9">
        <w:rPr>
          <w:rFonts w:ascii="Palatino Linotype" w:hAnsi="Palatino Linotype"/>
          <w:i/>
          <w:highlight w:val="yellow"/>
        </w:rPr>
        <w:t> </w:t>
      </w:r>
      <w:r w:rsidRPr="00CD0668">
        <w:rPr>
          <w:rFonts w:ascii="Palatino Linotype" w:hAnsi="Palatino Linotype"/>
          <w:i/>
          <w:highlight w:val="yellow"/>
        </w:rPr>
        <w:t>doplnění</w:t>
      </w:r>
      <w:r w:rsidRPr="00CD0668">
        <w:rPr>
          <w:rFonts w:ascii="Palatino Linotype" w:hAnsi="Palatino Linotype"/>
        </w:rPr>
        <w:t>), IČO: (</w:t>
      </w:r>
      <w:r w:rsidRPr="00CD0668">
        <w:rPr>
          <w:rFonts w:ascii="Palatino Linotype" w:hAnsi="Palatino Linotype"/>
          <w:i/>
          <w:highlight w:val="yellow"/>
        </w:rPr>
        <w:t>k doplnění</w:t>
      </w:r>
      <w:r w:rsidRPr="00CD0668">
        <w:rPr>
          <w:rFonts w:ascii="Palatino Linotype" w:hAnsi="Palatino Linotype"/>
        </w:rPr>
        <w:t xml:space="preserve">), podrobně je vyloučení odůvodněno v příloze č. </w:t>
      </w:r>
      <w:r w:rsidRPr="00CD0668">
        <w:rPr>
          <w:rFonts w:ascii="Palatino Linotype" w:hAnsi="Palatino Linotype"/>
          <w:highlight w:val="yellow"/>
        </w:rPr>
        <w:t>x</w:t>
      </w:r>
      <w:r w:rsidRPr="00CD0668">
        <w:rPr>
          <w:rFonts w:ascii="Palatino Linotype" w:hAnsi="Palatino Linotype"/>
        </w:rPr>
        <w:t xml:space="preserve"> tohoto usnesení</w:t>
      </w:r>
    </w:p>
    <w:p w:rsidR="00210132" w:rsidRPr="00CD0668" w:rsidRDefault="00210132" w:rsidP="00B275C3">
      <w:pPr>
        <w:pStyle w:val="NazevOdstavce"/>
        <w:spacing w:after="24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II</w:t>
      </w:r>
      <w:r w:rsidR="002A2B72" w:rsidRPr="00CD0668">
        <w:rPr>
          <w:rFonts w:ascii="Palatino Linotype" w:hAnsi="Palatino Linotype"/>
        </w:rPr>
        <w:t>I</w:t>
      </w:r>
      <w:r w:rsidRPr="00CD0668">
        <w:rPr>
          <w:rFonts w:ascii="Palatino Linotype" w:hAnsi="Palatino Linotype"/>
        </w:rPr>
        <w:t xml:space="preserve">. </w:t>
      </w:r>
      <w:r w:rsidRPr="00CD0668">
        <w:rPr>
          <w:rFonts w:ascii="Palatino Linotype" w:hAnsi="Palatino Linotype"/>
        </w:rPr>
        <w:tab/>
        <w:t>ukládá</w:t>
      </w:r>
    </w:p>
    <w:p w:rsidR="00210132" w:rsidRPr="00CD0668" w:rsidRDefault="00210132" w:rsidP="00B275C3">
      <w:pPr>
        <w:pStyle w:val="NositelUkolu1Bez"/>
        <w:spacing w:before="120" w:after="120" w:line="276" w:lineRule="auto"/>
        <w:rPr>
          <w:rFonts w:ascii="Palatino Linotype" w:hAnsi="Palatino Linotype"/>
          <w:u w:val="single"/>
        </w:rPr>
      </w:pPr>
      <w:r w:rsidRPr="00CD0668">
        <w:rPr>
          <w:rFonts w:ascii="Palatino Linotype" w:hAnsi="Palatino Linotype"/>
        </w:rPr>
        <w:t xml:space="preserve">1. </w:t>
      </w:r>
      <w:r w:rsidRPr="00CD0668">
        <w:rPr>
          <w:rFonts w:ascii="Palatino Linotype" w:hAnsi="Palatino Linotype"/>
        </w:rPr>
        <w:tab/>
      </w:r>
      <w:r w:rsidRPr="00CD0668">
        <w:rPr>
          <w:rFonts w:ascii="Palatino Linotype" w:hAnsi="Palatino Linotype"/>
          <w:u w:val="single"/>
        </w:rPr>
        <w:t xml:space="preserve">MHMP - </w:t>
      </w:r>
      <w:r w:rsidR="002A2B72" w:rsidRPr="00CD0668">
        <w:rPr>
          <w:rFonts w:ascii="Palatino Linotype" w:hAnsi="Palatino Linotype"/>
          <w:highlight w:val="yellow"/>
          <w:u w:val="single"/>
        </w:rPr>
        <w:t>XXX</w:t>
      </w:r>
      <w:r w:rsidRPr="00CD0668">
        <w:rPr>
          <w:rFonts w:ascii="Palatino Linotype" w:hAnsi="Palatino Linotype"/>
          <w:u w:val="single"/>
        </w:rPr>
        <w:t xml:space="preserve"> MHMP</w:t>
      </w:r>
    </w:p>
    <w:p w:rsidR="00210132" w:rsidRPr="00CD0668" w:rsidRDefault="00210132" w:rsidP="00B275C3">
      <w:pPr>
        <w:pStyle w:val="Odstavec2Ukol"/>
        <w:spacing w:before="120" w:after="12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1. </w:t>
      </w:r>
      <w:r w:rsidRPr="00CD0668">
        <w:rPr>
          <w:rFonts w:ascii="Palatino Linotype" w:hAnsi="Palatino Linotype"/>
        </w:rPr>
        <w:tab/>
      </w:r>
      <w:r w:rsidR="002A2B72" w:rsidRPr="00CD0668">
        <w:rPr>
          <w:rFonts w:ascii="Palatino Linotype" w:hAnsi="Palatino Linotype"/>
        </w:rPr>
        <w:t xml:space="preserve">oznámit rozhodnutí o vyloučení vyloučenému účastníku </w:t>
      </w:r>
    </w:p>
    <w:p w:rsidR="00210132" w:rsidRPr="00CD0668" w:rsidRDefault="00210132" w:rsidP="00B275C3">
      <w:pPr>
        <w:pStyle w:val="Ukol1"/>
        <w:spacing w:before="24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Kontrolní termín: </w:t>
      </w:r>
      <w:proofErr w:type="spellStart"/>
      <w:r w:rsidR="002A2B72" w:rsidRPr="00CD0668">
        <w:rPr>
          <w:rFonts w:ascii="Palatino Linotype" w:hAnsi="Palatino Linotype"/>
          <w:highlight w:val="yellow"/>
        </w:rPr>
        <w:t>xx</w:t>
      </w:r>
      <w:proofErr w:type="spellEnd"/>
      <w:r w:rsidRPr="00CD0668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CD0668">
        <w:rPr>
          <w:rFonts w:ascii="Palatino Linotype" w:hAnsi="Palatino Linotype"/>
          <w:highlight w:val="yellow"/>
        </w:rPr>
        <w:t>xx</w:t>
      </w:r>
      <w:proofErr w:type="spellEnd"/>
      <w:r w:rsidRPr="00CD0668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CD0668">
        <w:rPr>
          <w:rFonts w:ascii="Palatino Linotype" w:hAnsi="Palatino Linotype"/>
          <w:highlight w:val="yellow"/>
        </w:rPr>
        <w:t>xxxx</w:t>
      </w:r>
      <w:proofErr w:type="spellEnd"/>
    </w:p>
    <w:p w:rsidR="00CD0668" w:rsidRPr="00C73E94" w:rsidRDefault="00CD0668" w:rsidP="008223D9">
      <w:pPr>
        <w:pStyle w:val="UsnKoho"/>
        <w:spacing w:before="60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Adriana </w:t>
      </w:r>
      <w:proofErr w:type="spellStart"/>
      <w:r w:rsidRPr="00C73E94">
        <w:rPr>
          <w:rFonts w:ascii="Palatino Linotype" w:hAnsi="Palatino Linotype"/>
          <w:szCs w:val="22"/>
        </w:rPr>
        <w:t>Krnáčová</w:t>
      </w:r>
      <w:proofErr w:type="spellEnd"/>
    </w:p>
    <w:p w:rsidR="00CD0668" w:rsidRPr="00C73E94" w:rsidRDefault="00CD0668" w:rsidP="00B275C3">
      <w:pPr>
        <w:pStyle w:val="UsnKoho"/>
        <w:spacing w:before="36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lastRenderedPageBreak/>
        <w:t xml:space="preserve">primátorka </w:t>
      </w:r>
      <w:proofErr w:type="spellStart"/>
      <w:proofErr w:type="gramStart"/>
      <w:r w:rsidRPr="00C73E94">
        <w:rPr>
          <w:rFonts w:ascii="Palatino Linotype" w:hAnsi="Palatino Linotype"/>
          <w:szCs w:val="22"/>
        </w:rPr>
        <w:t>hl.m</w:t>
      </w:r>
      <w:proofErr w:type="spellEnd"/>
      <w:r w:rsidRPr="00C73E94">
        <w:rPr>
          <w:rFonts w:ascii="Palatino Linotype" w:hAnsi="Palatino Linotype"/>
          <w:szCs w:val="22"/>
        </w:rPr>
        <w:t>.</w:t>
      </w:r>
      <w:proofErr w:type="gramEnd"/>
      <w:r w:rsidRPr="00C73E94">
        <w:rPr>
          <w:rFonts w:ascii="Palatino Linotype" w:hAnsi="Palatino Linotype"/>
          <w:szCs w:val="22"/>
        </w:rPr>
        <w:t xml:space="preserve"> Prahy</w:t>
      </w:r>
    </w:p>
    <w:p w:rsidR="00CD0668" w:rsidRPr="00C73E94" w:rsidRDefault="00CD0668" w:rsidP="00B275C3">
      <w:pPr>
        <w:pStyle w:val="UsnKoho"/>
        <w:spacing w:before="144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Petr Dolínek</w:t>
      </w:r>
    </w:p>
    <w:p w:rsidR="00CD0668" w:rsidRPr="00C73E94" w:rsidRDefault="00CD0668" w:rsidP="00B275C3">
      <w:pPr>
        <w:pStyle w:val="UsnKoho"/>
        <w:spacing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 náměstek primátorky hl.</w:t>
      </w:r>
      <w:r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0B3A03" w:rsidRPr="00CD0668" w:rsidRDefault="007B2FFF" w:rsidP="008223D9">
      <w:pPr>
        <w:spacing w:before="1440" w:after="120" w:line="276" w:lineRule="auto"/>
        <w:rPr>
          <w:rFonts w:ascii="Palatino Linotype" w:hAnsi="Palatino Linotype"/>
        </w:rPr>
      </w:pPr>
      <w:proofErr w:type="gramStart"/>
      <w:r w:rsidRPr="00CD0668">
        <w:rPr>
          <w:rFonts w:ascii="Palatino Linotype" w:hAnsi="Palatino Linotype"/>
          <w:u w:val="single"/>
        </w:rPr>
        <w:t>Předkladatel:</w:t>
      </w:r>
      <w:r w:rsidRPr="00CD0668">
        <w:rPr>
          <w:rFonts w:ascii="Palatino Linotype" w:hAnsi="Palatino Linotype"/>
        </w:rPr>
        <w:t xml:space="preserve"> </w:t>
      </w:r>
      <w:r w:rsidRPr="00CD0668">
        <w:rPr>
          <w:rFonts w:ascii="Palatino Linotype" w:hAnsi="Palatino Linotype"/>
        </w:rPr>
        <w:tab/>
      </w:r>
      <w:bookmarkStart w:id="2" w:name="U_Predkl1"/>
      <w:bookmarkStart w:id="3" w:name="PREDKLADA"/>
      <w:r w:rsidR="002A2B72" w:rsidRPr="00CD0668">
        <w:rPr>
          <w:rFonts w:ascii="Palatino Linotype" w:hAnsi="Palatino Linotype"/>
          <w:highlight w:val="yellow"/>
        </w:rPr>
        <w:t>....................</w:t>
      </w:r>
      <w:proofErr w:type="gramEnd"/>
      <w:r w:rsidRPr="00CD0668">
        <w:rPr>
          <w:rFonts w:ascii="Palatino Linotype" w:hAnsi="Palatino Linotype"/>
        </w:rPr>
        <w:t xml:space="preserve"> </w:t>
      </w:r>
      <w:bookmarkEnd w:id="2"/>
      <w:bookmarkEnd w:id="3"/>
    </w:p>
    <w:p w:rsidR="007B2FFF" w:rsidRPr="00CD0668" w:rsidRDefault="007B2FFF" w:rsidP="008223D9">
      <w:pPr>
        <w:spacing w:before="120" w:after="12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  <w:u w:val="single"/>
        </w:rPr>
        <w:t>Tisk:</w:t>
      </w:r>
      <w:r w:rsidRPr="00CD0668">
        <w:rPr>
          <w:rFonts w:ascii="Palatino Linotype" w:hAnsi="Palatino Linotype"/>
        </w:rPr>
        <w:tab/>
      </w:r>
      <w:bookmarkStart w:id="4" w:name="U_TiskC"/>
      <w:bookmarkStart w:id="5" w:name="TISK"/>
      <w:r w:rsidR="00CD0668">
        <w:rPr>
          <w:rFonts w:ascii="Palatino Linotype" w:hAnsi="Palatino Linotype"/>
        </w:rPr>
        <w:tab/>
      </w:r>
      <w:r w:rsidR="00210132" w:rsidRPr="00CD0668">
        <w:rPr>
          <w:rFonts w:ascii="Palatino Linotype" w:hAnsi="Palatino Linotype"/>
        </w:rPr>
        <w:t>R-</w:t>
      </w:r>
      <w:bookmarkEnd w:id="4"/>
      <w:bookmarkEnd w:id="5"/>
      <w:r w:rsidR="002A2B72" w:rsidRPr="00CD0668">
        <w:rPr>
          <w:rFonts w:ascii="Palatino Linotype" w:hAnsi="Palatino Linotype"/>
          <w:highlight w:val="yellow"/>
        </w:rPr>
        <w:t>XXXX</w:t>
      </w:r>
    </w:p>
    <w:p w:rsidR="007B2FFF" w:rsidRPr="00CD0668" w:rsidRDefault="007B2FFF" w:rsidP="008223D9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</w:rPr>
      </w:pPr>
      <w:r w:rsidRPr="00CD0668">
        <w:rPr>
          <w:rFonts w:ascii="Palatino Linotype" w:hAnsi="Palatino Linotype"/>
          <w:u w:val="single"/>
        </w:rPr>
        <w:t>Provede:</w:t>
      </w:r>
      <w:r w:rsidRPr="00CD0668">
        <w:rPr>
          <w:rFonts w:ascii="Palatino Linotype" w:hAnsi="Palatino Linotype"/>
        </w:rPr>
        <w:tab/>
      </w:r>
      <w:r w:rsidR="00210132" w:rsidRPr="00CD0668">
        <w:rPr>
          <w:rFonts w:ascii="Palatino Linotype" w:hAnsi="Palatino Linotype"/>
        </w:rPr>
        <w:t xml:space="preserve">MHMP - </w:t>
      </w:r>
      <w:r w:rsidR="002A2B72" w:rsidRPr="00CD0668">
        <w:rPr>
          <w:rFonts w:ascii="Palatino Linotype" w:hAnsi="Palatino Linotype"/>
          <w:highlight w:val="yellow"/>
        </w:rPr>
        <w:t>XXX</w:t>
      </w:r>
      <w:r w:rsidR="00210132" w:rsidRPr="00CD0668">
        <w:rPr>
          <w:rFonts w:ascii="Palatino Linotype" w:hAnsi="Palatino Linotype"/>
        </w:rPr>
        <w:t xml:space="preserve"> MHMP</w:t>
      </w:r>
      <w:r w:rsidRPr="00CD0668">
        <w:rPr>
          <w:rFonts w:ascii="Palatino Linotype" w:hAnsi="Palatino Linotype"/>
        </w:rPr>
        <w:tab/>
      </w:r>
    </w:p>
    <w:p w:rsidR="007B2FFF" w:rsidRPr="00CD0668" w:rsidRDefault="007B2FFF" w:rsidP="008223D9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</w:rPr>
      </w:pPr>
      <w:r w:rsidRPr="00CD0668">
        <w:rPr>
          <w:rFonts w:ascii="Palatino Linotype" w:hAnsi="Palatino Linotype"/>
          <w:u w:val="single"/>
        </w:rPr>
        <w:t xml:space="preserve">Na </w:t>
      </w:r>
      <w:proofErr w:type="gramStart"/>
      <w:r w:rsidRPr="00CD0668">
        <w:rPr>
          <w:rFonts w:ascii="Palatino Linotype" w:hAnsi="Palatino Linotype"/>
          <w:u w:val="single"/>
        </w:rPr>
        <w:t>vědomí:</w:t>
      </w:r>
      <w:r w:rsidRPr="00CD0668">
        <w:rPr>
          <w:rFonts w:ascii="Palatino Linotype" w:hAnsi="Palatino Linotype"/>
        </w:rPr>
        <w:tab/>
      </w:r>
      <w:bookmarkStart w:id="6" w:name="U_Naved"/>
      <w:bookmarkStart w:id="7" w:name="NA_VEDOMI"/>
      <w:r w:rsidR="002A2B72" w:rsidRPr="00CD0668">
        <w:rPr>
          <w:rFonts w:ascii="Palatino Linotype" w:hAnsi="Palatino Linotype"/>
          <w:highlight w:val="yellow"/>
        </w:rPr>
        <w:t>.....................................</w:t>
      </w:r>
      <w:proofErr w:type="gramEnd"/>
      <w:r w:rsidRPr="00CD0668">
        <w:rPr>
          <w:rFonts w:ascii="Palatino Linotype" w:hAnsi="Palatino Linotype"/>
        </w:rPr>
        <w:t xml:space="preserve"> </w:t>
      </w:r>
      <w:bookmarkEnd w:id="6"/>
      <w:bookmarkEnd w:id="7"/>
    </w:p>
    <w:p w:rsidR="007B2FFF" w:rsidRPr="00B275C3" w:rsidRDefault="00E6097F" w:rsidP="00B275C3">
      <w:pPr>
        <w:pStyle w:val="Paticka1"/>
        <w:keepNext/>
        <w:spacing w:before="120" w:line="276" w:lineRule="auto"/>
        <w:ind w:left="0" w:firstLine="0"/>
        <w:jc w:val="both"/>
        <w:outlineLvl w:val="0"/>
        <w:rPr>
          <w:rFonts w:ascii="Palatino Linotype" w:hAnsi="Palatino Linotype"/>
          <w:b/>
          <w:i/>
          <w:sz w:val="20"/>
        </w:rPr>
      </w:pPr>
      <w:bookmarkStart w:id="8" w:name="USN_OSO_PATA_TXT"/>
      <w:r w:rsidRPr="00CD0668">
        <w:rPr>
          <w:rFonts w:ascii="Palatino Linotype" w:hAnsi="Palatino Linotype"/>
          <w:b/>
          <w:i/>
          <w:sz w:val="20"/>
        </w:rPr>
        <w:t xml:space="preserve"> </w:t>
      </w:r>
      <w:bookmarkEnd w:id="8"/>
    </w:p>
    <w:sectPr w:rsidR="007B2FFF" w:rsidRPr="00B275C3" w:rsidSect="00CD5A83">
      <w:headerReference w:type="default" r:id="rId8"/>
      <w:footerReference w:type="even" r:id="rId9"/>
      <w:footerReference w:type="default" r:id="rId10"/>
      <w:pgSz w:w="11906" w:h="16838" w:code="9"/>
      <w:pgMar w:top="992" w:right="1134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631" w:rsidRDefault="00630631">
      <w:r>
        <w:separator/>
      </w:r>
    </w:p>
  </w:endnote>
  <w:endnote w:type="continuationSeparator" w:id="0">
    <w:p w:rsidR="00630631" w:rsidRDefault="00630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9E4" w:rsidRPr="00E33D0E" w:rsidRDefault="001469E4" w:rsidP="001469E4">
    <w:pPr>
      <w:pStyle w:val="Zpat"/>
      <w:jc w:val="center"/>
      <w:rPr>
        <w:rFonts w:ascii="Palatino Linotype" w:hAnsi="Palatino Linotype"/>
        <w:szCs w:val="22"/>
      </w:rPr>
    </w:pPr>
    <w:r w:rsidRPr="00E33D0E">
      <w:rPr>
        <w:rFonts w:ascii="Palatino Linotype" w:hAnsi="Palatino Linotype"/>
        <w:szCs w:val="22"/>
      </w:rPr>
      <w:t xml:space="preserve">Stránka </w:t>
    </w:r>
    <w:r w:rsidR="00ED4DAD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PAGE</w:instrText>
    </w:r>
    <w:r w:rsidR="00ED4DAD" w:rsidRPr="00E33D0E">
      <w:rPr>
        <w:rFonts w:ascii="Palatino Linotype" w:hAnsi="Palatino Linotype"/>
        <w:b/>
        <w:szCs w:val="22"/>
      </w:rPr>
      <w:fldChar w:fldCharType="separate"/>
    </w:r>
    <w:r w:rsidR="00265242">
      <w:rPr>
        <w:rFonts w:ascii="Palatino Linotype" w:hAnsi="Palatino Linotype"/>
        <w:b/>
        <w:noProof/>
        <w:szCs w:val="22"/>
      </w:rPr>
      <w:t>2</w:t>
    </w:r>
    <w:r w:rsidR="00ED4DAD" w:rsidRPr="00E33D0E">
      <w:rPr>
        <w:rFonts w:ascii="Palatino Linotype" w:hAnsi="Palatino Linotype"/>
        <w:b/>
        <w:szCs w:val="22"/>
      </w:rPr>
      <w:fldChar w:fldCharType="end"/>
    </w:r>
    <w:r w:rsidRPr="00E33D0E">
      <w:rPr>
        <w:rFonts w:ascii="Palatino Linotype" w:hAnsi="Palatino Linotype"/>
        <w:szCs w:val="22"/>
      </w:rPr>
      <w:t xml:space="preserve"> z </w:t>
    </w:r>
    <w:r w:rsidR="00ED4DAD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NUMPAGES</w:instrText>
    </w:r>
    <w:r w:rsidR="00ED4DAD" w:rsidRPr="00E33D0E">
      <w:rPr>
        <w:rFonts w:ascii="Palatino Linotype" w:hAnsi="Palatino Linotype"/>
        <w:b/>
        <w:szCs w:val="22"/>
      </w:rPr>
      <w:fldChar w:fldCharType="separate"/>
    </w:r>
    <w:r w:rsidR="00265242">
      <w:rPr>
        <w:rFonts w:ascii="Palatino Linotype" w:hAnsi="Palatino Linotype"/>
        <w:b/>
        <w:noProof/>
        <w:szCs w:val="22"/>
      </w:rPr>
      <w:t>2</w:t>
    </w:r>
    <w:r w:rsidR="00ED4DAD" w:rsidRPr="00E33D0E">
      <w:rPr>
        <w:rFonts w:ascii="Palatino Linotype" w:hAnsi="Palatino Linotype"/>
        <w:b/>
        <w:szCs w:val="22"/>
      </w:rPr>
      <w:fldChar w:fldCharType="end"/>
    </w:r>
  </w:p>
  <w:p w:rsidR="001469E4" w:rsidRDefault="001469E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5C3" w:rsidRPr="00E33D0E" w:rsidRDefault="00B275C3" w:rsidP="00B275C3">
    <w:pPr>
      <w:pStyle w:val="Zpat"/>
      <w:jc w:val="center"/>
      <w:rPr>
        <w:rFonts w:ascii="Palatino Linotype" w:hAnsi="Palatino Linotype"/>
        <w:szCs w:val="22"/>
      </w:rPr>
    </w:pPr>
    <w:r w:rsidRPr="00E33D0E">
      <w:rPr>
        <w:rFonts w:ascii="Palatino Linotype" w:hAnsi="Palatino Linotype"/>
        <w:szCs w:val="22"/>
      </w:rPr>
      <w:t xml:space="preserve">Stránka </w:t>
    </w:r>
    <w:r w:rsidR="00ED4DAD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PAGE</w:instrText>
    </w:r>
    <w:r w:rsidR="00ED4DAD" w:rsidRPr="00E33D0E">
      <w:rPr>
        <w:rFonts w:ascii="Palatino Linotype" w:hAnsi="Palatino Linotype"/>
        <w:b/>
        <w:szCs w:val="22"/>
      </w:rPr>
      <w:fldChar w:fldCharType="separate"/>
    </w:r>
    <w:r w:rsidR="00265242">
      <w:rPr>
        <w:rFonts w:ascii="Palatino Linotype" w:hAnsi="Palatino Linotype"/>
        <w:b/>
        <w:noProof/>
        <w:szCs w:val="22"/>
      </w:rPr>
      <w:t>1</w:t>
    </w:r>
    <w:r w:rsidR="00ED4DAD" w:rsidRPr="00E33D0E">
      <w:rPr>
        <w:rFonts w:ascii="Palatino Linotype" w:hAnsi="Palatino Linotype"/>
        <w:b/>
        <w:szCs w:val="22"/>
      </w:rPr>
      <w:fldChar w:fldCharType="end"/>
    </w:r>
    <w:r w:rsidRPr="00E33D0E">
      <w:rPr>
        <w:rFonts w:ascii="Palatino Linotype" w:hAnsi="Palatino Linotype"/>
        <w:szCs w:val="22"/>
      </w:rPr>
      <w:t xml:space="preserve"> z </w:t>
    </w:r>
    <w:r w:rsidR="00ED4DAD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NUMPAGES</w:instrText>
    </w:r>
    <w:r w:rsidR="00ED4DAD" w:rsidRPr="00E33D0E">
      <w:rPr>
        <w:rFonts w:ascii="Palatino Linotype" w:hAnsi="Palatino Linotype"/>
        <w:b/>
        <w:szCs w:val="22"/>
      </w:rPr>
      <w:fldChar w:fldCharType="separate"/>
    </w:r>
    <w:r w:rsidR="00265242">
      <w:rPr>
        <w:rFonts w:ascii="Palatino Linotype" w:hAnsi="Palatino Linotype"/>
        <w:b/>
        <w:noProof/>
        <w:szCs w:val="22"/>
      </w:rPr>
      <w:t>2</w:t>
    </w:r>
    <w:r w:rsidR="00ED4DAD" w:rsidRPr="00E33D0E">
      <w:rPr>
        <w:rFonts w:ascii="Palatino Linotype" w:hAnsi="Palatino Linotype"/>
        <w:b/>
        <w:szCs w:val="22"/>
      </w:rPr>
      <w:fldChar w:fldCharType="end"/>
    </w:r>
  </w:p>
  <w:p w:rsidR="00B275C3" w:rsidRDefault="00B275C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631" w:rsidRDefault="00630631">
      <w:r>
        <w:separator/>
      </w:r>
    </w:p>
  </w:footnote>
  <w:footnote w:type="continuationSeparator" w:id="0">
    <w:p w:rsidR="00630631" w:rsidRDefault="00630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5C3" w:rsidRDefault="00B275C3" w:rsidP="00B275C3">
    <w:pPr>
      <w:pStyle w:val="Zhlav"/>
      <w:jc w:val="center"/>
      <w:rPr>
        <w:rFonts w:ascii="Palatino Linotype" w:hAnsi="Palatino Linotype"/>
        <w:b/>
        <w:szCs w:val="22"/>
      </w:rPr>
    </w:pPr>
    <w:r w:rsidRPr="00B275C3">
      <w:rPr>
        <w:rFonts w:ascii="Palatino Linotype" w:hAnsi="Palatino Linotype"/>
        <w:b/>
        <w:noProof/>
        <w:szCs w:val="22"/>
      </w:rPr>
      <w:drawing>
        <wp:inline distT="0" distB="0" distL="0" distR="0">
          <wp:extent cx="800100" cy="790575"/>
          <wp:effectExtent l="19050" t="0" r="0" b="0"/>
          <wp:docPr id="1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275C3" w:rsidRDefault="00B275C3" w:rsidP="00B275C3">
    <w:pPr>
      <w:pStyle w:val="Zhlav"/>
      <w:jc w:val="center"/>
      <w:rPr>
        <w:rFonts w:ascii="Palatino Linotype" w:hAnsi="Palatino Linotype"/>
        <w:b/>
        <w:szCs w:val="22"/>
      </w:rPr>
    </w:pPr>
  </w:p>
  <w:p w:rsidR="001469E4" w:rsidRPr="00B275C3" w:rsidRDefault="001469E4" w:rsidP="00B275C3">
    <w:pPr>
      <w:pStyle w:val="Zhlav"/>
      <w:jc w:val="both"/>
      <w:rPr>
        <w:rFonts w:ascii="Palatino Linotype" w:hAnsi="Palatino Linotype"/>
        <w:b/>
        <w:szCs w:val="22"/>
      </w:rPr>
    </w:pPr>
    <w:r w:rsidRPr="00931F5D">
      <w:rPr>
        <w:rFonts w:ascii="Palatino Linotype" w:hAnsi="Palatino Linotype"/>
        <w:b/>
        <w:szCs w:val="22"/>
      </w:rPr>
      <w:t xml:space="preserve">Vzorový dokument č. </w:t>
    </w:r>
    <w:r w:rsidR="00BD7AE6" w:rsidRPr="00931F5D">
      <w:rPr>
        <w:rFonts w:ascii="Palatino Linotype" w:hAnsi="Palatino Linotype"/>
        <w:b/>
        <w:szCs w:val="22"/>
      </w:rPr>
      <w:t>19</w:t>
    </w:r>
    <w:r w:rsidR="000B3A03" w:rsidRPr="00931F5D">
      <w:rPr>
        <w:rFonts w:ascii="Palatino Linotype" w:hAnsi="Palatino Linotype"/>
        <w:b/>
        <w:szCs w:val="22"/>
      </w:rPr>
      <w:t xml:space="preserve"> ₋ </w:t>
    </w:r>
    <w:r w:rsidR="00E81D93">
      <w:rPr>
        <w:rFonts w:ascii="Palatino Linotype" w:hAnsi="Palatino Linotype" w:cs="Calibri"/>
        <w:b/>
      </w:rPr>
      <w:t>u</w:t>
    </w:r>
    <w:r w:rsidR="00931F5D" w:rsidRPr="00931F5D">
      <w:rPr>
        <w:rFonts w:ascii="Palatino Linotype" w:hAnsi="Palatino Linotype" w:cs="Calibri"/>
        <w:b/>
      </w:rPr>
      <w:t>snesení o vyloučení účastníka zadávacího řízení</w:t>
    </w:r>
    <w:r w:rsidR="00931F5D" w:rsidRPr="00931F5D">
      <w:rPr>
        <w:rFonts w:ascii="Palatino Linotype" w:hAnsi="Palatino Linotype"/>
        <w:b/>
        <w:szCs w:val="22"/>
      </w:rPr>
      <w:t xml:space="preserve"> </w:t>
    </w:r>
    <w:r w:rsidR="000B3A03" w:rsidRPr="00931F5D">
      <w:rPr>
        <w:rFonts w:ascii="Palatino Linotype" w:hAnsi="Palatino Linotype"/>
        <w:b/>
        <w:i/>
      </w:rPr>
      <w:t>(pozn. pro zpracovatele: po vyplnění nutno vymazat záhlaví</w:t>
    </w:r>
    <w:r w:rsidR="008223D9">
      <w:rPr>
        <w:rFonts w:ascii="Palatino Linotype" w:hAnsi="Palatino Linotype"/>
        <w:b/>
        <w:i/>
      </w:rPr>
      <w:t>, logo HMP ponechat</w:t>
    </w:r>
    <w:r w:rsidR="000B3A03" w:rsidRPr="00931F5D">
      <w:rPr>
        <w:rFonts w:ascii="Palatino Linotype" w:hAnsi="Palatino Linotype"/>
        <w:b/>
        <w:i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8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19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evenAndOddHeaders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53A18"/>
    <w:rsid w:val="000A08DE"/>
    <w:rsid w:val="000B3A03"/>
    <w:rsid w:val="00130A0A"/>
    <w:rsid w:val="001469E4"/>
    <w:rsid w:val="001756AC"/>
    <w:rsid w:val="001801BC"/>
    <w:rsid w:val="00210132"/>
    <w:rsid w:val="002340E5"/>
    <w:rsid w:val="00254A86"/>
    <w:rsid w:val="00265242"/>
    <w:rsid w:val="002A2B72"/>
    <w:rsid w:val="002D6E88"/>
    <w:rsid w:val="002D7A9A"/>
    <w:rsid w:val="002E6A99"/>
    <w:rsid w:val="00331CDC"/>
    <w:rsid w:val="003412B2"/>
    <w:rsid w:val="00372C65"/>
    <w:rsid w:val="003D34FE"/>
    <w:rsid w:val="00414D0F"/>
    <w:rsid w:val="004479D4"/>
    <w:rsid w:val="004C7AB7"/>
    <w:rsid w:val="0053384B"/>
    <w:rsid w:val="0054604C"/>
    <w:rsid w:val="00570D2E"/>
    <w:rsid w:val="005744FC"/>
    <w:rsid w:val="00630631"/>
    <w:rsid w:val="006B5237"/>
    <w:rsid w:val="00706964"/>
    <w:rsid w:val="00726196"/>
    <w:rsid w:val="007773A0"/>
    <w:rsid w:val="007B2FFF"/>
    <w:rsid w:val="007E4C69"/>
    <w:rsid w:val="008223D9"/>
    <w:rsid w:val="00851401"/>
    <w:rsid w:val="008A1B8E"/>
    <w:rsid w:val="008C435C"/>
    <w:rsid w:val="008E759C"/>
    <w:rsid w:val="00915759"/>
    <w:rsid w:val="00931F5D"/>
    <w:rsid w:val="009B1184"/>
    <w:rsid w:val="009D3CF6"/>
    <w:rsid w:val="009D7F0A"/>
    <w:rsid w:val="00AD2CC9"/>
    <w:rsid w:val="00AE6785"/>
    <w:rsid w:val="00B275C3"/>
    <w:rsid w:val="00B32CB3"/>
    <w:rsid w:val="00B34D49"/>
    <w:rsid w:val="00B65496"/>
    <w:rsid w:val="00BD7AE6"/>
    <w:rsid w:val="00C41CEE"/>
    <w:rsid w:val="00C60E72"/>
    <w:rsid w:val="00C77AF5"/>
    <w:rsid w:val="00C847E1"/>
    <w:rsid w:val="00CD0668"/>
    <w:rsid w:val="00CD5A83"/>
    <w:rsid w:val="00CE0C4F"/>
    <w:rsid w:val="00D56D53"/>
    <w:rsid w:val="00D572B6"/>
    <w:rsid w:val="00D667CD"/>
    <w:rsid w:val="00D7346E"/>
    <w:rsid w:val="00DF5CD1"/>
    <w:rsid w:val="00E17FA7"/>
    <w:rsid w:val="00E6097F"/>
    <w:rsid w:val="00E63EB5"/>
    <w:rsid w:val="00E81D93"/>
    <w:rsid w:val="00E914AF"/>
    <w:rsid w:val="00ED4DAD"/>
    <w:rsid w:val="00F26861"/>
    <w:rsid w:val="00F30A03"/>
    <w:rsid w:val="00F35D2E"/>
    <w:rsid w:val="00F6418E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5A8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CD5A8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CD5A83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CD5A83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CD5A83"/>
    <w:pPr>
      <w:ind w:left="680"/>
    </w:pPr>
  </w:style>
  <w:style w:type="paragraph" w:customStyle="1" w:styleId="Ukol1">
    <w:name w:val="Ukol1"/>
    <w:basedOn w:val="Normln"/>
    <w:rsid w:val="00CD5A83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CD5A83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CD5A83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CD5A83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CD5A83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CD5A83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CD5A83"/>
    <w:pPr>
      <w:ind w:left="0"/>
    </w:pPr>
  </w:style>
  <w:style w:type="paragraph" w:customStyle="1" w:styleId="Odstavec4Ukol">
    <w:name w:val="Odstavec4_Ukol"/>
    <w:basedOn w:val="Odstavec4"/>
    <w:rsid w:val="00CD5A83"/>
  </w:style>
  <w:style w:type="character" w:customStyle="1" w:styleId="NormlnwebChar">
    <w:name w:val="Normální (web) Char"/>
    <w:basedOn w:val="Standardnpsmoodstavce"/>
    <w:rsid w:val="00CD5A83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CD5A83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CD5A83"/>
    <w:rPr>
      <w:rFonts w:ascii="Arial" w:hAnsi="Arial"/>
      <w:sz w:val="22"/>
      <w:szCs w:val="22"/>
      <w:lang w:val="cs-CZ" w:eastAsia="cs-CZ" w:bidi="ar-SA"/>
    </w:rPr>
  </w:style>
  <w:style w:type="character" w:customStyle="1" w:styleId="Odstavec2Char">
    <w:name w:val="Odstavec2 Char"/>
    <w:basedOn w:val="Odstavec4Char"/>
    <w:rsid w:val="00CD5A83"/>
    <w:rPr>
      <w:rFonts w:ascii="Arial" w:hAnsi="Arial"/>
      <w:sz w:val="22"/>
      <w:szCs w:val="22"/>
      <w:lang w:val="cs-CZ" w:eastAsia="cs-CZ" w:bidi="ar-SA"/>
    </w:rPr>
  </w:style>
  <w:style w:type="paragraph" w:customStyle="1" w:styleId="Odstavec3">
    <w:name w:val="Odstavec3"/>
    <w:basedOn w:val="Normln"/>
    <w:rsid w:val="00CD5A83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CD5A83"/>
  </w:style>
  <w:style w:type="character" w:customStyle="1" w:styleId="Odstavec1Char">
    <w:name w:val="Odstavec1 Char"/>
    <w:basedOn w:val="NormlnwebChar"/>
    <w:rsid w:val="00CD5A83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CD5A8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D5A8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CD5A83"/>
  </w:style>
  <w:style w:type="paragraph" w:customStyle="1" w:styleId="PodCarou">
    <w:name w:val="PodCarou"/>
    <w:basedOn w:val="Zpat"/>
    <w:rsid w:val="00CD5A83"/>
    <w:rPr>
      <w:rFonts w:cs="Arial"/>
      <w:i/>
      <w:sz w:val="16"/>
    </w:rPr>
  </w:style>
  <w:style w:type="paragraph" w:customStyle="1" w:styleId="Odstavec2Ukol">
    <w:name w:val="Odstavec2_Ukol"/>
    <w:basedOn w:val="Odstavec2"/>
    <w:rsid w:val="00CD5A83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CD5A83"/>
    <w:rPr>
      <w:rFonts w:ascii="Arial" w:hAnsi="Arial"/>
      <w:sz w:val="22"/>
      <w:szCs w:val="22"/>
      <w:lang w:val="cs-CZ" w:eastAsia="cs-CZ" w:bidi="ar-SA"/>
    </w:rPr>
  </w:style>
  <w:style w:type="paragraph" w:customStyle="1" w:styleId="Subjekt">
    <w:name w:val="Subjekt"/>
    <w:basedOn w:val="Normln"/>
    <w:rsid w:val="00CD5A83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CD5A83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CD5A83"/>
  </w:style>
  <w:style w:type="paragraph" w:customStyle="1" w:styleId="Velk1">
    <w:name w:val="Velké1"/>
    <w:basedOn w:val="Normln"/>
    <w:rsid w:val="00CD5A83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CD5A83"/>
    <w:pPr>
      <w:jc w:val="center"/>
    </w:pPr>
  </w:style>
  <w:style w:type="paragraph" w:customStyle="1" w:styleId="Usntun">
    <w:name w:val="Usntučné"/>
    <w:basedOn w:val="Normln"/>
    <w:rsid w:val="00CD5A83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CD5A83"/>
    <w:pPr>
      <w:ind w:left="1418" w:hanging="1418"/>
    </w:pPr>
  </w:style>
  <w:style w:type="paragraph" w:customStyle="1" w:styleId="Odstavec1b">
    <w:name w:val="Odstavec1b"/>
    <w:basedOn w:val="Odstavec1"/>
    <w:rsid w:val="00CD5A83"/>
    <w:pPr>
      <w:ind w:left="680" w:firstLine="0"/>
    </w:pPr>
  </w:style>
  <w:style w:type="paragraph" w:customStyle="1" w:styleId="Odstavec2b">
    <w:name w:val="Odstavec2b"/>
    <w:basedOn w:val="Odstavec2"/>
    <w:rsid w:val="00CD5A83"/>
  </w:style>
  <w:style w:type="paragraph" w:customStyle="1" w:styleId="Odstavec3b">
    <w:name w:val="Odstavec3b"/>
    <w:basedOn w:val="Odstavec3"/>
    <w:rsid w:val="00CD5A83"/>
  </w:style>
  <w:style w:type="paragraph" w:customStyle="1" w:styleId="Odstavec4b">
    <w:name w:val="Odstavec4b"/>
    <w:basedOn w:val="Odstavec4"/>
    <w:rsid w:val="00CD5A83"/>
  </w:style>
  <w:style w:type="paragraph" w:customStyle="1" w:styleId="NositelUkolu0Bez">
    <w:name w:val="NositelUkolu_0Bez"/>
    <w:basedOn w:val="NositelUkolu0"/>
    <w:rsid w:val="00CD5A83"/>
    <w:rPr>
      <w:u w:val="none"/>
    </w:rPr>
  </w:style>
  <w:style w:type="paragraph" w:customStyle="1" w:styleId="NositelUkolu1Bez">
    <w:name w:val="NositelUkolu_1Bez"/>
    <w:basedOn w:val="NositelUkolu1"/>
    <w:rsid w:val="00CD5A83"/>
    <w:rPr>
      <w:u w:val="none"/>
    </w:rPr>
  </w:style>
  <w:style w:type="paragraph" w:customStyle="1" w:styleId="NositelUkolu2Bez">
    <w:name w:val="NositelUkolu_2Bez"/>
    <w:basedOn w:val="NositelUkolu1Bez"/>
    <w:rsid w:val="00CD5A83"/>
    <w:pPr>
      <w:jc w:val="left"/>
    </w:pPr>
  </w:style>
  <w:style w:type="paragraph" w:customStyle="1" w:styleId="NositelUkolu3Bez">
    <w:name w:val="NositelUkolu_3Bez"/>
    <w:basedOn w:val="NositelUkolu3"/>
    <w:rsid w:val="00CD5A83"/>
    <w:rPr>
      <w:u w:val="none"/>
    </w:rPr>
  </w:style>
  <w:style w:type="paragraph" w:customStyle="1" w:styleId="HorniIndex1">
    <w:name w:val="HorniIndex1"/>
    <w:basedOn w:val="Odstavec1"/>
    <w:rsid w:val="00CD5A83"/>
    <w:rPr>
      <w:vertAlign w:val="superscript"/>
    </w:rPr>
  </w:style>
  <w:style w:type="paragraph" w:customStyle="1" w:styleId="Odstavec1Rekapb">
    <w:name w:val="Odstavec1_Rekapb"/>
    <w:basedOn w:val="Odstavec1"/>
    <w:rsid w:val="00CD5A83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CD5A83"/>
  </w:style>
  <w:style w:type="paragraph" w:customStyle="1" w:styleId="SubjektHorniIndex">
    <w:name w:val="SubjektHorniIndex"/>
    <w:basedOn w:val="Subjekt"/>
    <w:rsid w:val="00CD5A83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3D34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34F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34FE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34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34FE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34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34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5A8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CD5A8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CD5A83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CD5A83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CD5A83"/>
    <w:pPr>
      <w:ind w:left="680"/>
    </w:pPr>
  </w:style>
  <w:style w:type="paragraph" w:customStyle="1" w:styleId="Ukol1">
    <w:name w:val="Ukol1"/>
    <w:basedOn w:val="Normln"/>
    <w:rsid w:val="00CD5A83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CD5A83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CD5A83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CD5A83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CD5A83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CD5A83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CD5A83"/>
    <w:pPr>
      <w:ind w:left="0"/>
    </w:pPr>
  </w:style>
  <w:style w:type="paragraph" w:customStyle="1" w:styleId="Odstavec4Ukol">
    <w:name w:val="Odstavec4_Ukol"/>
    <w:basedOn w:val="Odstavec4"/>
    <w:rsid w:val="00CD5A83"/>
  </w:style>
  <w:style w:type="character" w:customStyle="1" w:styleId="NormlnwebChar">
    <w:name w:val="Normální (web) Char"/>
    <w:basedOn w:val="Standardnpsmoodstavce"/>
    <w:rsid w:val="00CD5A83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CD5A83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CD5A83"/>
    <w:rPr>
      <w:rFonts w:ascii="Arial" w:hAnsi="Arial"/>
      <w:sz w:val="22"/>
      <w:szCs w:val="22"/>
      <w:lang w:val="cs-CZ" w:eastAsia="cs-CZ" w:bidi="ar-SA"/>
    </w:rPr>
  </w:style>
  <w:style w:type="character" w:customStyle="1" w:styleId="Odstavec2Char">
    <w:name w:val="Odstavec2 Char"/>
    <w:basedOn w:val="Odstavec4Char"/>
    <w:rsid w:val="00CD5A83"/>
    <w:rPr>
      <w:rFonts w:ascii="Arial" w:hAnsi="Arial"/>
      <w:sz w:val="22"/>
      <w:szCs w:val="22"/>
      <w:lang w:val="cs-CZ" w:eastAsia="cs-CZ" w:bidi="ar-SA"/>
    </w:rPr>
  </w:style>
  <w:style w:type="paragraph" w:customStyle="1" w:styleId="Odstavec3">
    <w:name w:val="Odstavec3"/>
    <w:basedOn w:val="Normln"/>
    <w:rsid w:val="00CD5A83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CD5A83"/>
  </w:style>
  <w:style w:type="character" w:customStyle="1" w:styleId="Odstavec1Char">
    <w:name w:val="Odstavec1 Char"/>
    <w:basedOn w:val="NormlnwebChar"/>
    <w:rsid w:val="00CD5A83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CD5A8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D5A8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CD5A83"/>
  </w:style>
  <w:style w:type="paragraph" w:customStyle="1" w:styleId="PodCarou">
    <w:name w:val="PodCarou"/>
    <w:basedOn w:val="Zpat"/>
    <w:rsid w:val="00CD5A83"/>
    <w:rPr>
      <w:rFonts w:cs="Arial"/>
      <w:i/>
      <w:sz w:val="16"/>
    </w:rPr>
  </w:style>
  <w:style w:type="paragraph" w:customStyle="1" w:styleId="Odstavec2Ukol">
    <w:name w:val="Odstavec2_Ukol"/>
    <w:basedOn w:val="Odstavec2"/>
    <w:rsid w:val="00CD5A83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CD5A83"/>
    <w:rPr>
      <w:rFonts w:ascii="Arial" w:hAnsi="Arial"/>
      <w:sz w:val="22"/>
      <w:szCs w:val="22"/>
      <w:lang w:val="cs-CZ" w:eastAsia="cs-CZ" w:bidi="ar-SA"/>
    </w:rPr>
  </w:style>
  <w:style w:type="paragraph" w:customStyle="1" w:styleId="Subjekt">
    <w:name w:val="Subjekt"/>
    <w:basedOn w:val="Normln"/>
    <w:rsid w:val="00CD5A83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CD5A83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CD5A83"/>
  </w:style>
  <w:style w:type="paragraph" w:customStyle="1" w:styleId="Velk1">
    <w:name w:val="Velké1"/>
    <w:basedOn w:val="Normln"/>
    <w:rsid w:val="00CD5A83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CD5A83"/>
    <w:pPr>
      <w:jc w:val="center"/>
    </w:pPr>
  </w:style>
  <w:style w:type="paragraph" w:customStyle="1" w:styleId="Usntun">
    <w:name w:val="Usntučné"/>
    <w:basedOn w:val="Normln"/>
    <w:rsid w:val="00CD5A83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CD5A83"/>
    <w:pPr>
      <w:ind w:left="1418" w:hanging="1418"/>
    </w:pPr>
  </w:style>
  <w:style w:type="paragraph" w:customStyle="1" w:styleId="Odstavec1b">
    <w:name w:val="Odstavec1b"/>
    <w:basedOn w:val="Odstavec1"/>
    <w:rsid w:val="00CD5A83"/>
    <w:pPr>
      <w:ind w:left="680" w:firstLine="0"/>
    </w:pPr>
  </w:style>
  <w:style w:type="paragraph" w:customStyle="1" w:styleId="Odstavec2b">
    <w:name w:val="Odstavec2b"/>
    <w:basedOn w:val="Odstavec2"/>
    <w:rsid w:val="00CD5A83"/>
  </w:style>
  <w:style w:type="paragraph" w:customStyle="1" w:styleId="Odstavec3b">
    <w:name w:val="Odstavec3b"/>
    <w:basedOn w:val="Odstavec3"/>
    <w:rsid w:val="00CD5A83"/>
  </w:style>
  <w:style w:type="paragraph" w:customStyle="1" w:styleId="Odstavec4b">
    <w:name w:val="Odstavec4b"/>
    <w:basedOn w:val="Odstavec4"/>
    <w:rsid w:val="00CD5A83"/>
  </w:style>
  <w:style w:type="paragraph" w:customStyle="1" w:styleId="NositelUkolu0Bez">
    <w:name w:val="NositelUkolu_0Bez"/>
    <w:basedOn w:val="NositelUkolu0"/>
    <w:rsid w:val="00CD5A83"/>
    <w:rPr>
      <w:u w:val="none"/>
    </w:rPr>
  </w:style>
  <w:style w:type="paragraph" w:customStyle="1" w:styleId="NositelUkolu1Bez">
    <w:name w:val="NositelUkolu_1Bez"/>
    <w:basedOn w:val="NositelUkolu1"/>
    <w:rsid w:val="00CD5A83"/>
    <w:rPr>
      <w:u w:val="none"/>
    </w:rPr>
  </w:style>
  <w:style w:type="paragraph" w:customStyle="1" w:styleId="NositelUkolu2Bez">
    <w:name w:val="NositelUkolu_2Bez"/>
    <w:basedOn w:val="NositelUkolu1Bez"/>
    <w:rsid w:val="00CD5A83"/>
    <w:pPr>
      <w:jc w:val="left"/>
    </w:pPr>
  </w:style>
  <w:style w:type="paragraph" w:customStyle="1" w:styleId="NositelUkolu3Bez">
    <w:name w:val="NositelUkolu_3Bez"/>
    <w:basedOn w:val="NositelUkolu3"/>
    <w:rsid w:val="00CD5A83"/>
    <w:rPr>
      <w:u w:val="none"/>
    </w:rPr>
  </w:style>
  <w:style w:type="paragraph" w:customStyle="1" w:styleId="HorniIndex1">
    <w:name w:val="HorniIndex1"/>
    <w:basedOn w:val="Odstavec1"/>
    <w:rsid w:val="00CD5A83"/>
    <w:rPr>
      <w:vertAlign w:val="superscript"/>
    </w:rPr>
  </w:style>
  <w:style w:type="paragraph" w:customStyle="1" w:styleId="Odstavec1Rekapb">
    <w:name w:val="Odstavec1_Rekapb"/>
    <w:basedOn w:val="Odstavec1"/>
    <w:rsid w:val="00CD5A83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CD5A83"/>
  </w:style>
  <w:style w:type="paragraph" w:customStyle="1" w:styleId="SubjektHorniIndex">
    <w:name w:val="SubjektHorniIndex"/>
    <w:basedOn w:val="Subjekt"/>
    <w:rsid w:val="00CD5A83"/>
    <w:rPr>
      <w:vertAlign w:val="superscript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3D34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34F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34FE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34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34FE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34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34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7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4D975-85D0-49DB-A741-033AF13A2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4</TotalTime>
  <Pages>2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Hubert Josef,Mgr.</dc:creator>
  <cp:lastModifiedBy>Lenka Lelitovská</cp:lastModifiedBy>
  <cp:revision>4</cp:revision>
  <cp:lastPrinted>1900-12-31T22:00:00Z</cp:lastPrinted>
  <dcterms:created xsi:type="dcterms:W3CDTF">2016-10-14T11:08:00Z</dcterms:created>
  <dcterms:modified xsi:type="dcterms:W3CDTF">2016-10-25T09:51:00Z</dcterms:modified>
</cp:coreProperties>
</file>